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A21" w:rsidRDefault="00A319C7" w:rsidP="009C5306">
      <w:pPr>
        <w:rPr>
          <w:rFonts w:ascii="Cambria" w:hAnsi="Cambria"/>
        </w:rPr>
      </w:pPr>
      <w:r>
        <w:rPr>
          <w:rFonts w:ascii="Cambria" w:hAnsi="Cambria"/>
          <w:noProof/>
        </w:rPr>
        <w:pict>
          <v:group id="_x0000_s1043" style="position:absolute;margin-left:1.65pt;margin-top:-8.25pt;width:534.6pt;height:63pt;z-index:251658240" coordorigin="753,555" coordsize="10152,1260">
            <v:group id="_x0000_s1044" style="position:absolute;left:1410;top:555;width:9495;height:1260" coordorigin="1410,555" coordsize="9495,1260">
              <v:rect id="_x0000_s1045" style="position:absolute;left:1410;top:555;width:9495;height:1260" filled="f" stroked="f">
                <v:textbox style="mso-next-textbox:#_x0000_s1045">
                  <w:txbxContent>
                    <w:p w:rsidR="00C43A21" w:rsidRPr="0021511C" w:rsidRDefault="00C43A21" w:rsidP="00C43A21">
                      <w:pPr>
                        <w:tabs>
                          <w:tab w:val="right" w:pos="5580"/>
                          <w:tab w:val="right" w:pos="9630"/>
                        </w:tabs>
                      </w:pPr>
                      <w:r w:rsidRPr="0021511C">
                        <w:t>Name:</w:t>
                      </w:r>
                      <w:r w:rsidRPr="0021511C">
                        <w:rPr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u w:val="single"/>
                        </w:rPr>
                        <w:tab/>
                      </w:r>
                      <w:r w:rsidRPr="0021511C">
                        <w:tab/>
                      </w:r>
                      <w:fldSimple w:instr=" FILENAME   \* MERGEFORMAT ">
                        <w:r w:rsidR="00101816">
                          <w:rPr>
                            <w:noProof/>
                          </w:rPr>
                          <w:t>HW45_FindTheArea</w:t>
                        </w:r>
                      </w:fldSimple>
                    </w:p>
                    <w:p w:rsidR="00C43A21" w:rsidRPr="00311F19" w:rsidRDefault="00C43A21" w:rsidP="00C43A21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rPr>
                          <w:i/>
                          <w:u w:val="single"/>
                        </w:rPr>
                      </w:pPr>
                      <w:r>
                        <w:rPr>
                          <w:i/>
                        </w:rPr>
                        <w:t>Mr. Tiénou-Gustafson, Mr. Bielmeier</w:t>
                      </w:r>
                    </w:p>
                    <w:p w:rsidR="00C43A21" w:rsidRPr="0021511C" w:rsidRDefault="00C43A21" w:rsidP="00C43A21">
                      <w:pPr>
                        <w:pStyle w:val="Header"/>
                        <w:tabs>
                          <w:tab w:val="right" w:pos="2790"/>
                        </w:tabs>
                      </w:pPr>
                      <w:r>
                        <w:t>Geometry</w:t>
                      </w:r>
                      <w:r w:rsidRPr="0021511C">
                        <w:t>, Period</w:t>
                      </w:r>
                      <w:r w:rsidRPr="0021511C">
                        <w:rPr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u w:val="single"/>
                        </w:rPr>
                        <w:tab/>
                      </w:r>
                    </w:p>
                    <w:p w:rsidR="00C43A21" w:rsidRPr="0021511C" w:rsidRDefault="00C43A21" w:rsidP="00C43A21">
                      <w:pPr>
                        <w:tabs>
                          <w:tab w:val="right" w:pos="2790"/>
                        </w:tabs>
                      </w:pPr>
                      <w:r w:rsidRPr="0021511C">
                        <w:t>Due Date:</w:t>
                      </w:r>
                      <w:r w:rsidRPr="0021511C">
                        <w:rPr>
                          <w:u w:val="single"/>
                        </w:rPr>
                        <w:t xml:space="preserve"> </w:t>
                      </w:r>
                      <w:r w:rsidR="00101816">
                        <w:rPr>
                          <w:u w:val="single"/>
                        </w:rPr>
                        <w:t>Wed</w:t>
                      </w:r>
                      <w:r w:rsidR="00007768">
                        <w:rPr>
                          <w:u w:val="single"/>
                        </w:rPr>
                        <w:t xml:space="preserve">, </w:t>
                      </w:r>
                      <w:r w:rsidR="00101816">
                        <w:rPr>
                          <w:u w:val="single"/>
                        </w:rPr>
                        <w:t>Oct 29, 2014</w:t>
                      </w:r>
                      <w:r w:rsidRPr="0021511C">
                        <w:rPr>
                          <w:u w:val="single"/>
                        </w:rPr>
                        <w:tab/>
                      </w:r>
                    </w:p>
                  </w:txbxContent>
                </v:textbox>
              </v:rect>
              <v:roundrect id="_x0000_s1046" style="position:absolute;left:8985;top:900;width:1755;height:780" arcsize="10923f">
                <v:shadow on="t"/>
                <v:textbox style="mso-next-textbox:#_x0000_s1046" inset=",0,,0">
                  <w:txbxContent>
                    <w:p w:rsidR="00C43A21" w:rsidRPr="001B09FE" w:rsidRDefault="00C43A21" w:rsidP="00C43A21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Geometry</w:t>
                      </w:r>
                    </w:p>
                    <w:p w:rsidR="00C43A21" w:rsidRPr="001B09FE" w:rsidRDefault="00C43A21" w:rsidP="00C43A21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 w:rsidRPr="001B09FE">
                        <w:rPr>
                          <w:rFonts w:ascii="Arial Black" w:hAnsi="Arial Black"/>
                          <w:b/>
                        </w:rPr>
                        <w:t>Homework</w:t>
                      </w:r>
                    </w:p>
                  </w:txbxContent>
                </v:textbox>
              </v:roundrect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7" type="#_x0000_t75" style="position:absolute;left:753;top:672;width:756;height:1008">
              <v:imagedata r:id="rId7" o:title="El Mate Vive"/>
            </v:shape>
          </v:group>
        </w:pict>
      </w:r>
    </w:p>
    <w:p w:rsidR="00C43A21" w:rsidRDefault="00C43A21" w:rsidP="009C5306">
      <w:pPr>
        <w:rPr>
          <w:rFonts w:ascii="Cambria" w:hAnsi="Cambria"/>
        </w:rPr>
      </w:pPr>
    </w:p>
    <w:p w:rsidR="00C43A21" w:rsidRDefault="00C43A21" w:rsidP="009C5306">
      <w:pPr>
        <w:rPr>
          <w:rFonts w:ascii="Cambria" w:hAnsi="Cambria"/>
        </w:rPr>
      </w:pPr>
    </w:p>
    <w:p w:rsidR="00C43A21" w:rsidRDefault="00C43A21" w:rsidP="009C5306">
      <w:pPr>
        <w:rPr>
          <w:rFonts w:ascii="Cambria" w:hAnsi="Cambria"/>
        </w:rPr>
      </w:pPr>
    </w:p>
    <w:p w:rsidR="00D67C30" w:rsidRDefault="009C5306" w:rsidP="00101816">
      <w:pPr>
        <w:spacing w:line="360" w:lineRule="auto"/>
        <w:outlineLvl w:val="0"/>
        <w:rPr>
          <w:rFonts w:ascii="Calibri" w:hAnsi="Calibri" w:cs="Cambria"/>
          <w:b/>
          <w:i/>
          <w:sz w:val="22"/>
          <w:u w:val="single"/>
        </w:rPr>
      </w:pPr>
      <w:r w:rsidRPr="0040113D">
        <w:rPr>
          <w:rFonts w:ascii="Calibri" w:hAnsi="Calibri" w:cs="Cambria"/>
          <w:b/>
          <w:sz w:val="22"/>
        </w:rPr>
        <w:t xml:space="preserve">Failure to show work on all problems or use </w:t>
      </w:r>
      <w:r w:rsidRPr="001C2A6E">
        <w:rPr>
          <w:rFonts w:ascii="Calibri" w:hAnsi="Calibri" w:cs="Cambria"/>
          <w:b/>
          <w:sz w:val="22"/>
        </w:rPr>
        <w:t>complete</w:t>
      </w:r>
      <w:r w:rsidRPr="0040113D">
        <w:rPr>
          <w:rFonts w:ascii="Calibri" w:hAnsi="Calibri" w:cs="Cambria"/>
          <w:b/>
          <w:sz w:val="22"/>
        </w:rPr>
        <w:t xml:space="preserve"> sentences will result in a LaSalle</w:t>
      </w:r>
      <w:proofErr w:type="gramStart"/>
      <w:r w:rsidRPr="0040113D">
        <w:rPr>
          <w:rFonts w:ascii="Calibri" w:hAnsi="Calibri" w:cs="Cambria"/>
          <w:b/>
          <w:sz w:val="22"/>
        </w:rPr>
        <w:t xml:space="preserve">. </w:t>
      </w:r>
      <w:r w:rsidR="003744C6">
        <w:rPr>
          <w:rFonts w:ascii="Calibri" w:hAnsi="Calibri" w:cs="Cambria"/>
          <w:b/>
          <w:sz w:val="22"/>
        </w:rPr>
        <w:t xml:space="preserve">  </w:t>
      </w:r>
      <w:r w:rsidR="003744C6" w:rsidRPr="003744C6">
        <w:rPr>
          <w:rFonts w:ascii="Calibri" w:hAnsi="Calibri" w:cs="Cambria"/>
          <w:b/>
          <w:i/>
          <w:sz w:val="22"/>
          <w:u w:val="single"/>
        </w:rPr>
        <w:t>Round to hundredths!</w:t>
      </w:r>
      <w:proofErr w:type="gramEnd"/>
    </w:p>
    <w:p w:rsidR="00101816" w:rsidRDefault="00101816" w:rsidP="00101816">
      <w:pPr>
        <w:pBdr>
          <w:bottom w:val="single" w:sz="4" w:space="1" w:color="auto"/>
        </w:pBdr>
        <w:spacing w:line="360" w:lineRule="auto"/>
        <w:outlineLvl w:val="0"/>
        <w:rPr>
          <w:rFonts w:ascii="Calibri" w:hAnsi="Calibri" w:cs="Cambria"/>
          <w:b/>
          <w:i/>
          <w:sz w:val="22"/>
          <w:u w:val="single"/>
        </w:rPr>
      </w:pPr>
      <w:r>
        <w:rPr>
          <w:rFonts w:ascii="Calibri" w:hAnsi="Calibri" w:cs="Cambria"/>
          <w:b/>
          <w:i/>
          <w:noProof/>
          <w:sz w:val="22"/>
          <w:u w:val="single"/>
        </w:rPr>
        <w:drawing>
          <wp:inline distT="0" distB="0" distL="0" distR="0">
            <wp:extent cx="5621729" cy="7948243"/>
            <wp:effectExtent l="1905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b="20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1729" cy="79482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1816" w:rsidRPr="00E60494" w:rsidRDefault="00101816" w:rsidP="00101816">
      <w:pPr>
        <w:spacing w:line="360" w:lineRule="auto"/>
        <w:outlineLvl w:val="0"/>
        <w:rPr>
          <w:rFonts w:ascii="Calibri" w:hAnsi="Calibri" w:cs="Cambria"/>
          <w:sz w:val="28"/>
        </w:rPr>
      </w:pPr>
      <w:r w:rsidRPr="00E60494">
        <w:rPr>
          <w:rFonts w:ascii="Calibri" w:hAnsi="Calibri" w:cs="Cambria"/>
          <w:b/>
          <w:i/>
          <w:sz w:val="28"/>
          <w:u w:val="single"/>
        </w:rPr>
        <w:lastRenderedPageBreak/>
        <w:t>Review Problems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18"/>
        <w:gridCol w:w="5598"/>
      </w:tblGrid>
      <w:tr w:rsidR="00101816" w:rsidRPr="00A74D5B" w:rsidTr="00CF6299">
        <w:tc>
          <w:tcPr>
            <w:tcW w:w="5418" w:type="dxa"/>
          </w:tcPr>
          <w:p w:rsidR="00101816" w:rsidRPr="00BB482B" w:rsidRDefault="00101816" w:rsidP="00CF629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</w:rPr>
            </w:pPr>
            <w:r>
              <w:t>9</w:t>
            </w:r>
            <w:r>
              <w:t xml:space="preserve">) </w:t>
            </w:r>
            <w:r w:rsidRPr="00BB482B">
              <w:rPr>
                <w:rFonts w:ascii="Calibri" w:eastAsia="Calibri" w:hAnsi="Calibri" w:cs="Calibri"/>
              </w:rPr>
              <w:t>On a number</w:t>
            </w:r>
            <w:r>
              <w:rPr>
                <w:rFonts w:ascii="Calibri" w:eastAsia="Calibri" w:hAnsi="Calibri" w:cs="Calibri"/>
              </w:rPr>
              <w:t xml:space="preserve"> line, point A is located at –99</w:t>
            </w:r>
            <w:r w:rsidRPr="00BB482B">
              <w:rPr>
                <w:rFonts w:ascii="Calibri" w:eastAsia="Calibri" w:hAnsi="Calibri" w:cs="Calibri"/>
              </w:rPr>
              <w:t>, B is</w:t>
            </w:r>
          </w:p>
          <w:p w:rsidR="00101816" w:rsidRPr="00BB482B" w:rsidRDefault="00101816" w:rsidP="00CF629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</w:rPr>
            </w:pPr>
            <w:proofErr w:type="gramStart"/>
            <w:r w:rsidRPr="00BB482B">
              <w:rPr>
                <w:rFonts w:ascii="Calibri" w:eastAsia="Calibri" w:hAnsi="Calibri" w:cs="Calibri"/>
              </w:rPr>
              <w:t>located</w:t>
            </w:r>
            <w:proofErr w:type="gramEnd"/>
            <w:r>
              <w:rPr>
                <w:rFonts w:ascii="Calibri" w:eastAsia="Calibri" w:hAnsi="Calibri" w:cs="Calibri"/>
              </w:rPr>
              <w:t xml:space="preserve"> at -4, and C is located at 62</w:t>
            </w:r>
            <w:r w:rsidRPr="00BB482B">
              <w:rPr>
                <w:rFonts w:ascii="Calibri" w:eastAsia="Calibri" w:hAnsi="Calibri" w:cs="Calibri"/>
              </w:rPr>
              <w:t>. How much</w:t>
            </w:r>
          </w:p>
          <w:p w:rsidR="00101816" w:rsidRPr="00BB482B" w:rsidRDefault="00101816" w:rsidP="00CF629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</w:rPr>
            </w:pPr>
            <w:proofErr w:type="gramStart"/>
            <w:r w:rsidRPr="00BB482B">
              <w:rPr>
                <w:rFonts w:ascii="Calibri" w:eastAsia="Calibri" w:hAnsi="Calibri" w:cs="Calibri"/>
              </w:rPr>
              <w:t>longer</w:t>
            </w:r>
            <w:proofErr w:type="gramEnd"/>
            <w:r w:rsidRPr="00BB482B">
              <w:rPr>
                <w:rFonts w:ascii="Calibri" w:eastAsia="Calibri" w:hAnsi="Calibri" w:cs="Calibri"/>
              </w:rPr>
              <w:t xml:space="preserve"> is </w:t>
            </w:r>
            <w:r w:rsidRPr="00BB482B">
              <w:rPr>
                <w:rFonts w:ascii="Calibri" w:eastAsia="Calibri" w:hAnsi="Calibri" w:cs="Calibri"/>
                <w:i/>
                <w:iCs/>
              </w:rPr>
              <w:t xml:space="preserve">BC </w:t>
            </w:r>
            <w:r w:rsidRPr="00BB482B">
              <w:rPr>
                <w:rFonts w:ascii="Calibri" w:eastAsia="Calibri" w:hAnsi="Calibri" w:cs="Calibri"/>
              </w:rPr>
              <w:t>than AB?</w:t>
            </w:r>
          </w:p>
          <w:p w:rsidR="00101816" w:rsidRDefault="00101816" w:rsidP="00CF6299">
            <w:pPr>
              <w:rPr>
                <w:rFonts w:ascii="Calibri" w:hAnsi="Calibri" w:cs="Calibri"/>
              </w:rPr>
            </w:pPr>
          </w:p>
          <w:p w:rsidR="00101816" w:rsidRDefault="00101816" w:rsidP="00CF6299">
            <w:pPr>
              <w:rPr>
                <w:rFonts w:ascii="Calibri" w:hAnsi="Calibri" w:cs="Calibri"/>
              </w:rPr>
            </w:pPr>
          </w:p>
          <w:p w:rsidR="00101816" w:rsidRDefault="00101816" w:rsidP="00CF6299">
            <w:pPr>
              <w:rPr>
                <w:rFonts w:ascii="Calibri" w:hAnsi="Calibri" w:cs="Calibri"/>
              </w:rPr>
            </w:pPr>
          </w:p>
          <w:p w:rsidR="00101816" w:rsidRDefault="00101816" w:rsidP="00CF6299">
            <w:pPr>
              <w:rPr>
                <w:rFonts w:ascii="Calibri" w:hAnsi="Calibri" w:cs="Calibri"/>
              </w:rPr>
            </w:pPr>
          </w:p>
          <w:p w:rsidR="00101816" w:rsidRPr="00A74D5B" w:rsidRDefault="00101816" w:rsidP="00CF6299">
            <w:pPr>
              <w:rPr>
                <w:rFonts w:ascii="Calibri" w:hAnsi="Calibri" w:cs="Calibri"/>
              </w:rPr>
            </w:pPr>
          </w:p>
        </w:tc>
        <w:tc>
          <w:tcPr>
            <w:tcW w:w="5598" w:type="dxa"/>
          </w:tcPr>
          <w:p w:rsidR="00101816" w:rsidRDefault="00101816" w:rsidP="00CF629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  <w:r>
              <w:rPr>
                <w:rFonts w:ascii="Calibri" w:hAnsi="Calibri" w:cs="Calibri"/>
              </w:rPr>
              <w:t xml:space="preserve">) </w:t>
            </w:r>
            <w:r>
              <w:rPr>
                <w:rFonts w:ascii="Calibri" w:hAnsi="Calibri" w:cs="Calibri"/>
              </w:rPr>
              <w:t>Mr. Reimer</w:t>
            </w:r>
            <w:r>
              <w:rPr>
                <w:rFonts w:ascii="Calibri" w:hAnsi="Calibri" w:cs="Calibri"/>
              </w:rPr>
              <w:t xml:space="preserve"> enjoys skateboarding</w:t>
            </w:r>
            <w:proofErr w:type="gramStart"/>
            <w:r>
              <w:rPr>
                <w:rFonts w:ascii="Calibri" w:hAnsi="Calibri" w:cs="Calibri"/>
              </w:rPr>
              <w:t xml:space="preserve">.  </w:t>
            </w:r>
            <w:proofErr w:type="gramEnd"/>
            <w:r>
              <w:rPr>
                <w:rFonts w:ascii="Calibri" w:hAnsi="Calibri" w:cs="Calibri"/>
              </w:rPr>
              <w:t>His</w:t>
            </w:r>
            <w:r>
              <w:rPr>
                <w:rFonts w:ascii="Calibri" w:hAnsi="Calibri" w:cs="Calibri"/>
              </w:rPr>
              <w:t xml:space="preserve"> ramp requires that the starting point would have the coordinates of (-2,-9) and the highest point on </w:t>
            </w:r>
            <w:r>
              <w:rPr>
                <w:rFonts w:ascii="Calibri" w:hAnsi="Calibri" w:cs="Calibri"/>
              </w:rPr>
              <w:t>the</w:t>
            </w:r>
            <w:r>
              <w:rPr>
                <w:rFonts w:ascii="Calibri" w:hAnsi="Calibri" w:cs="Calibri"/>
              </w:rPr>
              <w:t xml:space="preserve"> ramp would have coordinates of (12, 18). What would the slope of </w:t>
            </w:r>
            <w:r>
              <w:rPr>
                <w:rFonts w:ascii="Calibri" w:hAnsi="Calibri" w:cs="Calibri"/>
              </w:rPr>
              <w:t>Mr. Reimer</w:t>
            </w:r>
            <w:r>
              <w:rPr>
                <w:rFonts w:ascii="Calibri" w:hAnsi="Calibri" w:cs="Calibri"/>
              </w:rPr>
              <w:t xml:space="preserve">’s skateboard ramp be? </w:t>
            </w:r>
          </w:p>
          <w:p w:rsidR="00101816" w:rsidRPr="00BB482B" w:rsidRDefault="00101816" w:rsidP="00CF629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</w:rPr>
            </w:pPr>
          </w:p>
          <w:p w:rsidR="00101816" w:rsidRPr="00BB482B" w:rsidRDefault="00101816" w:rsidP="00CF629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</w:rPr>
            </w:pPr>
          </w:p>
          <w:p w:rsidR="00101816" w:rsidRPr="00BB482B" w:rsidRDefault="00101816" w:rsidP="00CF629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</w:rPr>
            </w:pPr>
          </w:p>
          <w:p w:rsidR="00101816" w:rsidRPr="00BB482B" w:rsidRDefault="00101816" w:rsidP="00CF629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</w:rPr>
            </w:pPr>
          </w:p>
          <w:p w:rsidR="00101816" w:rsidRDefault="00101816" w:rsidP="00CF629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</w:rPr>
            </w:pPr>
          </w:p>
          <w:p w:rsidR="00101816" w:rsidRDefault="00101816" w:rsidP="00CF629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</w:rPr>
            </w:pPr>
          </w:p>
          <w:p w:rsidR="00101816" w:rsidRDefault="00101816" w:rsidP="00CF629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</w:rPr>
            </w:pPr>
          </w:p>
          <w:p w:rsidR="00E60494" w:rsidRPr="00BB482B" w:rsidRDefault="00E60494" w:rsidP="00CF629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</w:rPr>
            </w:pPr>
          </w:p>
          <w:p w:rsidR="00101816" w:rsidRDefault="00101816" w:rsidP="00CF6299">
            <w:pPr>
              <w:rPr>
                <w:rFonts w:ascii="Calibri" w:hAnsi="Calibri" w:cs="Calibri"/>
              </w:rPr>
            </w:pPr>
          </w:p>
          <w:p w:rsidR="00101816" w:rsidRDefault="00101816" w:rsidP="00CF6299">
            <w:pPr>
              <w:rPr>
                <w:rFonts w:ascii="Calibri" w:hAnsi="Calibri" w:cs="Calibri"/>
              </w:rPr>
            </w:pPr>
          </w:p>
          <w:p w:rsidR="00101816" w:rsidRPr="00A74D5B" w:rsidRDefault="00101816" w:rsidP="00CF6299">
            <w:pPr>
              <w:rPr>
                <w:rFonts w:ascii="Calibri" w:hAnsi="Calibri" w:cs="Calibri"/>
              </w:rPr>
            </w:pPr>
          </w:p>
        </w:tc>
      </w:tr>
      <w:tr w:rsidR="00101816" w:rsidRPr="00056B16" w:rsidTr="00101816"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816" w:rsidRPr="00056B16" w:rsidRDefault="00101816" w:rsidP="00CF6299">
            <w:pPr>
              <w:rPr>
                <w:rFonts w:ascii="Calibri" w:hAnsi="Calibri" w:cs="Calibri"/>
              </w:rPr>
            </w:pPr>
            <w:r w:rsidRPr="00056B16">
              <w:rPr>
                <w:rFonts w:ascii="Calibri" w:hAnsi="Calibri" w:cs="Calibri"/>
              </w:rPr>
              <w:t>14) On a number line, point A is located at -23.5, point B is located at -.5, and C is located at 0. How much longer is AC than AB?</w:t>
            </w:r>
          </w:p>
          <w:p w:rsidR="00101816" w:rsidRPr="00056B16" w:rsidRDefault="00101816" w:rsidP="00CF6299">
            <w:pPr>
              <w:rPr>
                <w:rFonts w:ascii="Calibri" w:hAnsi="Calibri" w:cs="Calibri"/>
              </w:rPr>
            </w:pPr>
          </w:p>
          <w:p w:rsidR="00101816" w:rsidRPr="00056B16" w:rsidRDefault="00101816" w:rsidP="00CF6299">
            <w:pPr>
              <w:rPr>
                <w:rFonts w:ascii="Calibri" w:hAnsi="Calibri" w:cs="Calibri"/>
              </w:rPr>
            </w:pPr>
          </w:p>
          <w:p w:rsidR="00101816" w:rsidRPr="00056B16" w:rsidRDefault="00101816" w:rsidP="00CF6299">
            <w:pPr>
              <w:rPr>
                <w:rFonts w:ascii="Calibri" w:hAnsi="Calibri" w:cs="Calibri"/>
              </w:rPr>
            </w:pPr>
          </w:p>
          <w:p w:rsidR="00101816" w:rsidRPr="00056B16" w:rsidRDefault="00101816" w:rsidP="00CF6299">
            <w:pPr>
              <w:rPr>
                <w:rFonts w:ascii="Calibri" w:hAnsi="Calibri" w:cs="Calibri"/>
              </w:rPr>
            </w:pPr>
          </w:p>
          <w:p w:rsidR="00101816" w:rsidRPr="00056B16" w:rsidRDefault="00101816" w:rsidP="00CF6299">
            <w:pPr>
              <w:rPr>
                <w:rFonts w:ascii="Calibri" w:hAnsi="Calibri" w:cs="Calibri"/>
              </w:rPr>
            </w:pP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816" w:rsidRPr="00056B16" w:rsidRDefault="00101816" w:rsidP="00CF6299">
            <w:pPr>
              <w:rPr>
                <w:rFonts w:ascii="Calibri" w:hAnsi="Calibri" w:cs="Calibri"/>
              </w:rPr>
            </w:pPr>
            <w:r w:rsidRPr="00056B16">
              <w:rPr>
                <w:rFonts w:ascii="Calibri" w:hAnsi="Calibri" w:cs="Calibri"/>
              </w:rPr>
              <w:t>15) What is the equation of the line that passes through (2,-8) and is perpendicular to y=3x-5?</w:t>
            </w:r>
          </w:p>
          <w:p w:rsidR="00101816" w:rsidRPr="00056B16" w:rsidRDefault="00101816" w:rsidP="00CF6299">
            <w:pPr>
              <w:rPr>
                <w:rFonts w:ascii="Calibri" w:hAnsi="Calibri" w:cs="Calibri"/>
              </w:rPr>
            </w:pPr>
          </w:p>
          <w:p w:rsidR="00101816" w:rsidRPr="00056B16" w:rsidRDefault="00101816" w:rsidP="00CF6299">
            <w:pPr>
              <w:rPr>
                <w:rFonts w:ascii="Calibri" w:hAnsi="Calibri" w:cs="Calibri"/>
              </w:rPr>
            </w:pPr>
          </w:p>
          <w:p w:rsidR="00101816" w:rsidRPr="00056B16" w:rsidRDefault="00101816" w:rsidP="00CF6299">
            <w:pPr>
              <w:rPr>
                <w:rFonts w:ascii="Calibri" w:hAnsi="Calibri" w:cs="Calibri"/>
              </w:rPr>
            </w:pPr>
          </w:p>
          <w:p w:rsidR="00101816" w:rsidRPr="00056B16" w:rsidRDefault="00101816" w:rsidP="00CF6299">
            <w:pPr>
              <w:rPr>
                <w:rFonts w:ascii="Calibri" w:hAnsi="Calibri" w:cs="Calibri"/>
              </w:rPr>
            </w:pPr>
          </w:p>
          <w:p w:rsidR="00101816" w:rsidRPr="00056B16" w:rsidRDefault="00101816" w:rsidP="00CF6299">
            <w:pPr>
              <w:rPr>
                <w:rFonts w:ascii="Calibri" w:hAnsi="Calibri" w:cs="Calibri"/>
              </w:rPr>
            </w:pPr>
          </w:p>
          <w:p w:rsidR="00101816" w:rsidRPr="00056B16" w:rsidRDefault="00101816" w:rsidP="00CF6299">
            <w:pPr>
              <w:rPr>
                <w:rFonts w:ascii="Calibri" w:hAnsi="Calibri" w:cs="Calibri"/>
              </w:rPr>
            </w:pPr>
          </w:p>
          <w:p w:rsidR="00101816" w:rsidRDefault="00101816" w:rsidP="00CF6299">
            <w:pPr>
              <w:rPr>
                <w:rFonts w:ascii="Calibri" w:hAnsi="Calibri" w:cs="Calibri"/>
              </w:rPr>
            </w:pPr>
          </w:p>
          <w:p w:rsidR="00101816" w:rsidRDefault="00101816" w:rsidP="00CF6299">
            <w:pPr>
              <w:rPr>
                <w:rFonts w:ascii="Calibri" w:hAnsi="Calibri" w:cs="Calibri"/>
              </w:rPr>
            </w:pPr>
          </w:p>
          <w:p w:rsidR="00101816" w:rsidRDefault="00101816" w:rsidP="00CF6299">
            <w:pPr>
              <w:rPr>
                <w:rFonts w:ascii="Calibri" w:hAnsi="Calibri" w:cs="Calibri"/>
              </w:rPr>
            </w:pPr>
          </w:p>
          <w:p w:rsidR="00101816" w:rsidRDefault="00101816" w:rsidP="00CF6299">
            <w:pPr>
              <w:rPr>
                <w:rFonts w:ascii="Calibri" w:hAnsi="Calibri" w:cs="Calibri"/>
              </w:rPr>
            </w:pPr>
          </w:p>
          <w:p w:rsidR="00101816" w:rsidRPr="00056B16" w:rsidRDefault="00101816" w:rsidP="00CF6299">
            <w:pPr>
              <w:rPr>
                <w:rFonts w:ascii="Calibri" w:hAnsi="Calibri" w:cs="Calibri"/>
              </w:rPr>
            </w:pPr>
          </w:p>
          <w:p w:rsidR="00101816" w:rsidRPr="00056B16" w:rsidRDefault="00101816" w:rsidP="00CF6299">
            <w:pPr>
              <w:rPr>
                <w:rFonts w:ascii="Calibri" w:hAnsi="Calibri" w:cs="Calibri"/>
              </w:rPr>
            </w:pPr>
          </w:p>
        </w:tc>
      </w:tr>
      <w:tr w:rsidR="00101816" w:rsidRPr="00056B16" w:rsidTr="00101816"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816" w:rsidRPr="00101816" w:rsidRDefault="00101816" w:rsidP="00CF6299">
            <w:pPr>
              <w:rPr>
                <w:rFonts w:ascii="Calibri" w:hAnsi="Calibri" w:cs="Calibri"/>
              </w:rPr>
            </w:pPr>
            <w:r w:rsidRPr="00101816">
              <w:rPr>
                <w:rFonts w:ascii="Calibri" w:hAnsi="Calibri" w:cs="Calibri"/>
              </w:rPr>
              <w:t>16) A turtle moves from his original point of rest, at (-6, -8) to his final position at (2</w:t>
            </w:r>
            <w:proofErr w:type="gramStart"/>
            <w:r w:rsidRPr="00101816">
              <w:rPr>
                <w:rFonts w:ascii="Calibri" w:hAnsi="Calibri" w:cs="Calibri"/>
              </w:rPr>
              <w:t>,6</w:t>
            </w:r>
            <w:proofErr w:type="gramEnd"/>
            <w:r w:rsidRPr="00101816">
              <w:rPr>
                <w:rFonts w:ascii="Calibri" w:hAnsi="Calibri" w:cs="Calibri"/>
              </w:rPr>
              <w:t xml:space="preserve">). Where would the halfway point have been for his friend rabbit to meet him? </w:t>
            </w:r>
          </w:p>
          <w:p w:rsidR="00101816" w:rsidRPr="00101816" w:rsidRDefault="00101816" w:rsidP="00CF6299">
            <w:pPr>
              <w:rPr>
                <w:rFonts w:ascii="Calibri" w:hAnsi="Calibri" w:cs="Calibri"/>
              </w:rPr>
            </w:pPr>
          </w:p>
          <w:p w:rsidR="00101816" w:rsidRPr="00101816" w:rsidRDefault="00101816" w:rsidP="00CF6299">
            <w:pPr>
              <w:rPr>
                <w:rFonts w:ascii="Calibri" w:hAnsi="Calibri" w:cs="Calibri"/>
              </w:rPr>
            </w:pPr>
          </w:p>
          <w:p w:rsidR="00101816" w:rsidRPr="00101816" w:rsidRDefault="00101816" w:rsidP="00CF6299">
            <w:pPr>
              <w:rPr>
                <w:rFonts w:ascii="Calibri" w:hAnsi="Calibri" w:cs="Calibri"/>
              </w:rPr>
            </w:pPr>
          </w:p>
          <w:p w:rsidR="00101816" w:rsidRPr="00101816" w:rsidRDefault="00101816" w:rsidP="00CF6299">
            <w:pPr>
              <w:rPr>
                <w:rFonts w:ascii="Calibri" w:hAnsi="Calibri" w:cs="Calibri"/>
              </w:rPr>
            </w:pPr>
          </w:p>
          <w:p w:rsidR="00101816" w:rsidRPr="00101816" w:rsidRDefault="00101816" w:rsidP="00CF6299">
            <w:pPr>
              <w:rPr>
                <w:rFonts w:ascii="Calibri" w:hAnsi="Calibri" w:cs="Calibri"/>
              </w:rPr>
            </w:pPr>
          </w:p>
          <w:p w:rsidR="00101816" w:rsidRPr="00101816" w:rsidRDefault="00101816" w:rsidP="00CF6299">
            <w:pPr>
              <w:rPr>
                <w:rFonts w:ascii="Calibri" w:hAnsi="Calibri" w:cs="Calibri"/>
              </w:rPr>
            </w:pPr>
          </w:p>
          <w:p w:rsidR="00101816" w:rsidRPr="00101816" w:rsidRDefault="00101816" w:rsidP="00CF6299">
            <w:pPr>
              <w:rPr>
                <w:rFonts w:ascii="Calibri" w:hAnsi="Calibri" w:cs="Calibri"/>
              </w:rPr>
            </w:pPr>
          </w:p>
          <w:p w:rsidR="00101816" w:rsidRPr="00101816" w:rsidRDefault="00101816" w:rsidP="00CF6299">
            <w:pPr>
              <w:rPr>
                <w:rFonts w:ascii="Calibri" w:hAnsi="Calibri" w:cs="Calibri"/>
              </w:rPr>
            </w:pPr>
          </w:p>
          <w:p w:rsidR="00101816" w:rsidRPr="00101816" w:rsidRDefault="00101816" w:rsidP="00CF6299">
            <w:pPr>
              <w:rPr>
                <w:rFonts w:ascii="Calibri" w:hAnsi="Calibri" w:cs="Calibri"/>
              </w:rPr>
            </w:pPr>
          </w:p>
          <w:p w:rsidR="00101816" w:rsidRPr="00101816" w:rsidRDefault="00101816" w:rsidP="00CF6299">
            <w:pPr>
              <w:rPr>
                <w:rFonts w:ascii="Calibri" w:hAnsi="Calibri" w:cs="Calibri"/>
              </w:rPr>
            </w:pPr>
          </w:p>
          <w:p w:rsidR="00101816" w:rsidRPr="00101816" w:rsidRDefault="00101816" w:rsidP="00CF6299">
            <w:pPr>
              <w:rPr>
                <w:rFonts w:ascii="Calibri" w:hAnsi="Calibri" w:cs="Calibri"/>
              </w:rPr>
            </w:pPr>
          </w:p>
          <w:p w:rsidR="00101816" w:rsidRPr="00101816" w:rsidRDefault="00101816" w:rsidP="00CF6299">
            <w:pPr>
              <w:rPr>
                <w:rFonts w:ascii="Calibri" w:hAnsi="Calibri" w:cs="Calibri"/>
              </w:rPr>
            </w:pP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816" w:rsidRDefault="00101816" w:rsidP="0010181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</w:t>
            </w:r>
            <w:r w:rsidRPr="00A74D5B">
              <w:rPr>
                <w:rFonts w:ascii="Calibri" w:hAnsi="Calibri" w:cs="Calibri"/>
              </w:rPr>
              <w:t xml:space="preserve">) </w:t>
            </w:r>
            <w:r>
              <w:rPr>
                <w:rFonts w:ascii="Calibri" w:hAnsi="Calibri" w:cs="Calibri"/>
              </w:rPr>
              <w:t>Solve for x:</w:t>
            </w:r>
          </w:p>
          <w:p w:rsidR="00101816" w:rsidRPr="0028518B" w:rsidRDefault="00101816" w:rsidP="0010181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       z=xy+16-z</w:t>
            </w:r>
          </w:p>
          <w:p w:rsidR="00101816" w:rsidRPr="00101816" w:rsidRDefault="00101816" w:rsidP="00101816">
            <w:pPr>
              <w:rPr>
                <w:rFonts w:ascii="Calibri" w:hAnsi="Calibri" w:cs="Calibri"/>
              </w:rPr>
            </w:pPr>
          </w:p>
        </w:tc>
      </w:tr>
    </w:tbl>
    <w:p w:rsidR="00101816" w:rsidRPr="00E60494" w:rsidRDefault="00101816" w:rsidP="00101816">
      <w:pPr>
        <w:spacing w:line="360" w:lineRule="auto"/>
        <w:outlineLvl w:val="0"/>
        <w:rPr>
          <w:rFonts w:ascii="Calibri" w:hAnsi="Calibri" w:cs="Cambria"/>
          <w:sz w:val="2"/>
        </w:rPr>
      </w:pPr>
    </w:p>
    <w:sectPr w:rsidR="00101816" w:rsidRPr="00E60494" w:rsidSect="009C5306">
      <w:footerReference w:type="default" r:id="rId9"/>
      <w:pgSz w:w="12240" w:h="15840"/>
      <w:pgMar w:top="720" w:right="720" w:bottom="720" w:left="720" w:header="720" w:footer="34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145D" w:rsidRDefault="0086145D">
      <w:r>
        <w:separator/>
      </w:r>
    </w:p>
  </w:endnote>
  <w:endnote w:type="continuationSeparator" w:id="0">
    <w:p w:rsidR="0086145D" w:rsidRDefault="008614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306" w:rsidRPr="00C43A21" w:rsidRDefault="00C43A21" w:rsidP="00C43A21">
    <w:pPr>
      <w:pStyle w:val="Footer"/>
      <w:jc w:val="center"/>
    </w:pPr>
    <w:r>
      <w:rPr>
        <w:noProof/>
      </w:rPr>
      <w:drawing>
        <wp:inline distT="0" distB="0" distL="0" distR="0">
          <wp:extent cx="1762125" cy="342900"/>
          <wp:effectExtent l="19050" t="0" r="9525" b="0"/>
          <wp:docPr id="14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145D" w:rsidRDefault="0086145D">
      <w:r>
        <w:separator/>
      </w:r>
    </w:p>
  </w:footnote>
  <w:footnote w:type="continuationSeparator" w:id="0">
    <w:p w:rsidR="0086145D" w:rsidRDefault="0086145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1C8C72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Arial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Arial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4085F2B"/>
    <w:multiLevelType w:val="hybridMultilevel"/>
    <w:tmpl w:val="3D927F0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1E26C1"/>
    <w:multiLevelType w:val="hybridMultilevel"/>
    <w:tmpl w:val="B39280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9E3904"/>
    <w:multiLevelType w:val="hybridMultilevel"/>
    <w:tmpl w:val="4B4056A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B95DEB"/>
    <w:multiLevelType w:val="hybridMultilevel"/>
    <w:tmpl w:val="756898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C517D9"/>
    <w:multiLevelType w:val="hybridMultilevel"/>
    <w:tmpl w:val="68E481D4"/>
    <w:lvl w:ilvl="0" w:tplc="10BEAB9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9B4A69"/>
    <w:multiLevelType w:val="hybridMultilevel"/>
    <w:tmpl w:val="638C82D0"/>
    <w:lvl w:ilvl="0" w:tplc="AA5E75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07617B"/>
    <w:multiLevelType w:val="hybridMultilevel"/>
    <w:tmpl w:val="DEF27B5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D720D25"/>
    <w:multiLevelType w:val="hybridMultilevel"/>
    <w:tmpl w:val="C7A4629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F8F0E33"/>
    <w:multiLevelType w:val="hybridMultilevel"/>
    <w:tmpl w:val="B8E0DFD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3F7A4C"/>
    <w:multiLevelType w:val="hybridMultilevel"/>
    <w:tmpl w:val="2D0C8B48"/>
    <w:lvl w:ilvl="0" w:tplc="537C0EC6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3821C00"/>
    <w:multiLevelType w:val="hybridMultilevel"/>
    <w:tmpl w:val="A950F510"/>
    <w:lvl w:ilvl="0" w:tplc="169A7CFC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4EE0022"/>
    <w:multiLevelType w:val="hybridMultilevel"/>
    <w:tmpl w:val="7CB0CD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373258"/>
    <w:multiLevelType w:val="hybridMultilevel"/>
    <w:tmpl w:val="AF7CB4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461AEA"/>
    <w:multiLevelType w:val="hybridMultilevel"/>
    <w:tmpl w:val="1FAA18F4"/>
    <w:lvl w:ilvl="0" w:tplc="04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C15D4F"/>
    <w:multiLevelType w:val="hybridMultilevel"/>
    <w:tmpl w:val="51B0421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9D7DD7"/>
    <w:multiLevelType w:val="hybridMultilevel"/>
    <w:tmpl w:val="CA5CA442"/>
    <w:lvl w:ilvl="0" w:tplc="84DA213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2260B60"/>
    <w:multiLevelType w:val="hybridMultilevel"/>
    <w:tmpl w:val="0BF2BF3E"/>
    <w:lvl w:ilvl="0" w:tplc="4A1EC3E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646E0CCE"/>
    <w:multiLevelType w:val="hybridMultilevel"/>
    <w:tmpl w:val="65A4C54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3D4A75"/>
    <w:multiLevelType w:val="hybridMultilevel"/>
    <w:tmpl w:val="AF7CB4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064528"/>
    <w:multiLevelType w:val="hybridMultilevel"/>
    <w:tmpl w:val="B130EFF6"/>
    <w:lvl w:ilvl="0" w:tplc="310280FA">
      <w:start w:val="1"/>
      <w:numFmt w:val="upperLetter"/>
      <w:lvlText w:val="%1."/>
      <w:lvlJc w:val="left"/>
      <w:pPr>
        <w:ind w:left="360" w:hanging="360"/>
      </w:pPr>
      <w:rPr>
        <w:rFonts w:ascii="Calibri" w:hAnsi="Calibr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BD461A8"/>
    <w:multiLevelType w:val="hybridMultilevel"/>
    <w:tmpl w:val="5ACA82B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BD1252"/>
    <w:multiLevelType w:val="hybridMultilevel"/>
    <w:tmpl w:val="72A6D72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9A27C6C"/>
    <w:multiLevelType w:val="hybridMultilevel"/>
    <w:tmpl w:val="37005342"/>
    <w:lvl w:ilvl="0" w:tplc="69567A3A">
      <w:start w:val="1"/>
      <w:numFmt w:val="upperLetter"/>
      <w:lvlText w:val="%1.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B055054"/>
    <w:multiLevelType w:val="hybridMultilevel"/>
    <w:tmpl w:val="1E92243E"/>
    <w:lvl w:ilvl="0" w:tplc="2320EB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AF7FBB"/>
    <w:multiLevelType w:val="hybridMultilevel"/>
    <w:tmpl w:val="73B462DE"/>
    <w:lvl w:ilvl="0" w:tplc="0EFAE734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1"/>
  </w:num>
  <w:num w:numId="3">
    <w:abstractNumId w:val="23"/>
  </w:num>
  <w:num w:numId="4">
    <w:abstractNumId w:val="10"/>
  </w:num>
  <w:num w:numId="5">
    <w:abstractNumId w:val="16"/>
  </w:num>
  <w:num w:numId="6">
    <w:abstractNumId w:val="14"/>
  </w:num>
  <w:num w:numId="7">
    <w:abstractNumId w:val="3"/>
  </w:num>
  <w:num w:numId="8">
    <w:abstractNumId w:val="8"/>
  </w:num>
  <w:num w:numId="9">
    <w:abstractNumId w:val="24"/>
  </w:num>
  <w:num w:numId="10">
    <w:abstractNumId w:val="18"/>
  </w:num>
  <w:num w:numId="11">
    <w:abstractNumId w:val="20"/>
  </w:num>
  <w:num w:numId="12">
    <w:abstractNumId w:val="7"/>
  </w:num>
  <w:num w:numId="13">
    <w:abstractNumId w:val="1"/>
  </w:num>
  <w:num w:numId="14">
    <w:abstractNumId w:val="22"/>
  </w:num>
  <w:num w:numId="15">
    <w:abstractNumId w:val="12"/>
  </w:num>
  <w:num w:numId="16">
    <w:abstractNumId w:val="19"/>
  </w:num>
  <w:num w:numId="17">
    <w:abstractNumId w:val="15"/>
  </w:num>
  <w:num w:numId="18">
    <w:abstractNumId w:val="2"/>
  </w:num>
  <w:num w:numId="19">
    <w:abstractNumId w:val="13"/>
  </w:num>
  <w:num w:numId="20">
    <w:abstractNumId w:val="25"/>
  </w:num>
  <w:num w:numId="21">
    <w:abstractNumId w:val="5"/>
  </w:num>
  <w:num w:numId="22">
    <w:abstractNumId w:val="0"/>
  </w:num>
  <w:num w:numId="23">
    <w:abstractNumId w:val="17"/>
  </w:num>
  <w:num w:numId="24">
    <w:abstractNumId w:val="4"/>
  </w:num>
  <w:num w:numId="25">
    <w:abstractNumId w:val="21"/>
  </w:num>
  <w:num w:numId="26">
    <w:abstractNumId w:val="6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attachedTemplate r:id="rId1"/>
  <w:stylePaneFormatFilter w:val="3F01"/>
  <w:defaultTabStop w:val="720"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4F4694"/>
    <w:rsid w:val="00007768"/>
    <w:rsid w:val="00056B16"/>
    <w:rsid w:val="00092323"/>
    <w:rsid w:val="00101816"/>
    <w:rsid w:val="001238FF"/>
    <w:rsid w:val="00193AA0"/>
    <w:rsid w:val="001C2A6E"/>
    <w:rsid w:val="002F5CA4"/>
    <w:rsid w:val="003235A4"/>
    <w:rsid w:val="00356710"/>
    <w:rsid w:val="003744C6"/>
    <w:rsid w:val="0045307A"/>
    <w:rsid w:val="004E1D65"/>
    <w:rsid w:val="004F4694"/>
    <w:rsid w:val="004F4892"/>
    <w:rsid w:val="00524264"/>
    <w:rsid w:val="005679BC"/>
    <w:rsid w:val="00591002"/>
    <w:rsid w:val="005946EF"/>
    <w:rsid w:val="005D7A8D"/>
    <w:rsid w:val="006053F8"/>
    <w:rsid w:val="00772BAB"/>
    <w:rsid w:val="007817D7"/>
    <w:rsid w:val="007D62A8"/>
    <w:rsid w:val="00817EE1"/>
    <w:rsid w:val="0086145D"/>
    <w:rsid w:val="00876E15"/>
    <w:rsid w:val="008A2125"/>
    <w:rsid w:val="008F3DA1"/>
    <w:rsid w:val="00933099"/>
    <w:rsid w:val="009C5306"/>
    <w:rsid w:val="00A05874"/>
    <w:rsid w:val="00A319C7"/>
    <w:rsid w:val="00A61580"/>
    <w:rsid w:val="00A63747"/>
    <w:rsid w:val="00A943BA"/>
    <w:rsid w:val="00B3256E"/>
    <w:rsid w:val="00B841DD"/>
    <w:rsid w:val="00BB482B"/>
    <w:rsid w:val="00BE36D3"/>
    <w:rsid w:val="00C023C7"/>
    <w:rsid w:val="00C03D5C"/>
    <w:rsid w:val="00C13CD3"/>
    <w:rsid w:val="00C35146"/>
    <w:rsid w:val="00C351FC"/>
    <w:rsid w:val="00C43A21"/>
    <w:rsid w:val="00C60A52"/>
    <w:rsid w:val="00C87B92"/>
    <w:rsid w:val="00CA4A7F"/>
    <w:rsid w:val="00D0517C"/>
    <w:rsid w:val="00D1503F"/>
    <w:rsid w:val="00D50AAE"/>
    <w:rsid w:val="00D67B46"/>
    <w:rsid w:val="00D67C30"/>
    <w:rsid w:val="00D7507B"/>
    <w:rsid w:val="00D87DFE"/>
    <w:rsid w:val="00D94DE9"/>
    <w:rsid w:val="00DA0955"/>
    <w:rsid w:val="00DB0204"/>
    <w:rsid w:val="00DE7BE4"/>
    <w:rsid w:val="00E137A1"/>
    <w:rsid w:val="00E518B6"/>
    <w:rsid w:val="00E60494"/>
    <w:rsid w:val="00E83BDA"/>
    <w:rsid w:val="00ED2112"/>
    <w:rsid w:val="00F5198B"/>
    <w:rsid w:val="00FE48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qFormat="1"/>
    <w:lsdException w:name="List Paragraph" w:qFormat="1"/>
    <w:lsdException w:name="Quote" w:qFormat="1"/>
    <w:lsdException w:name="Intense Quote" w:qFormat="1"/>
    <w:lsdException w:name="Colorful List Accent 1" w:uiPriority="34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8522DB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C02EC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22D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ediumGrid1-Accent21">
    <w:name w:val="Medium Grid 1 - Accent 21"/>
    <w:basedOn w:val="Normal"/>
    <w:uiPriority w:val="34"/>
    <w:qFormat/>
    <w:rsid w:val="00B653B5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5F199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5F1997"/>
    <w:rPr>
      <w:rFonts w:ascii="Tahoma" w:eastAsia="Times New Roman" w:hAnsi="Tahoma" w:cs="Tahoma"/>
      <w:sz w:val="16"/>
      <w:szCs w:val="16"/>
    </w:rPr>
  </w:style>
  <w:style w:type="character" w:customStyle="1" w:styleId="LightGrid-Accent11">
    <w:name w:val="Light Grid - Accent 11"/>
    <w:rsid w:val="002F1296"/>
    <w:rPr>
      <w:color w:val="808080"/>
    </w:rPr>
  </w:style>
  <w:style w:type="paragraph" w:customStyle="1" w:styleId="MediumShading1-Accent11">
    <w:name w:val="Medium Shading 1 - Accent 11"/>
    <w:uiPriority w:val="1"/>
    <w:qFormat/>
    <w:rsid w:val="009A0568"/>
    <w:rPr>
      <w:sz w:val="22"/>
      <w:szCs w:val="22"/>
    </w:rPr>
  </w:style>
  <w:style w:type="paragraph" w:customStyle="1" w:styleId="SubtleEmphasis1">
    <w:name w:val="Subtle Emphasis1"/>
    <w:basedOn w:val="Normal"/>
    <w:qFormat/>
    <w:rsid w:val="009A056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DB44D5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DB44D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rsid w:val="00DB44D5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DB44D5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C02EC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02EC8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C02EC8"/>
    <w:rPr>
      <w:b/>
      <w:bCs/>
    </w:rPr>
  </w:style>
  <w:style w:type="character" w:styleId="Emphasis">
    <w:name w:val="Emphasis"/>
    <w:uiPriority w:val="20"/>
    <w:qFormat/>
    <w:rsid w:val="00C02EC8"/>
    <w:rPr>
      <w:i/>
      <w:iCs/>
    </w:rPr>
  </w:style>
  <w:style w:type="character" w:customStyle="1" w:styleId="Heading1Char">
    <w:name w:val="Heading 1 Char"/>
    <w:link w:val="Heading1"/>
    <w:uiPriority w:val="9"/>
    <w:rsid w:val="00C02EC8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MediumList1-Accent61">
    <w:name w:val="Medium List 1 - Accent 61"/>
    <w:basedOn w:val="Normal"/>
    <w:uiPriority w:val="34"/>
    <w:qFormat/>
    <w:rsid w:val="006B1927"/>
    <w:pPr>
      <w:ind w:left="720"/>
      <w:contextualSpacing/>
    </w:pPr>
  </w:style>
  <w:style w:type="paragraph" w:customStyle="1" w:styleId="LightList-Accent51">
    <w:name w:val="Light List - Accent 51"/>
    <w:basedOn w:val="Normal"/>
    <w:uiPriority w:val="34"/>
    <w:qFormat/>
    <w:rsid w:val="00741C52"/>
    <w:pPr>
      <w:ind w:left="720"/>
    </w:pPr>
  </w:style>
  <w:style w:type="paragraph" w:customStyle="1" w:styleId="MediumList2-Accent41">
    <w:name w:val="Medium List 2 - Accent 41"/>
    <w:basedOn w:val="Normal"/>
    <w:uiPriority w:val="34"/>
    <w:qFormat/>
    <w:rsid w:val="005E4E7F"/>
    <w:pPr>
      <w:ind w:left="720"/>
    </w:pPr>
  </w:style>
  <w:style w:type="paragraph" w:customStyle="1" w:styleId="MediumGrid1-Accent22">
    <w:name w:val="Medium Grid 1 - Accent 22"/>
    <w:basedOn w:val="Normal"/>
    <w:qFormat/>
    <w:rsid w:val="00916AC6"/>
    <w:pPr>
      <w:ind w:left="720"/>
      <w:contextualSpacing/>
    </w:pPr>
  </w:style>
  <w:style w:type="paragraph" w:styleId="ListParagraph">
    <w:name w:val="List Paragraph"/>
    <w:basedOn w:val="Normal"/>
    <w:qFormat/>
    <w:rsid w:val="00C87B92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5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arrington\AppData\Local\Microsoft\Windows\Temporary%20Internet%20Files\Content.Outlook\GAV30RU3\11th%20Grade%20Document%20Template%20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11th Grade Document Template docx</Template>
  <TotalTime>5</TotalTime>
  <Pages>2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Yarrington</dc:creator>
  <cp:lastModifiedBy>Darrell Tiénou-Gustafson</cp:lastModifiedBy>
  <cp:revision>3</cp:revision>
  <cp:lastPrinted>2012-10-08T23:09:00Z</cp:lastPrinted>
  <dcterms:created xsi:type="dcterms:W3CDTF">2014-10-27T05:15:00Z</dcterms:created>
  <dcterms:modified xsi:type="dcterms:W3CDTF">2014-10-27T05:20:00Z</dcterms:modified>
</cp:coreProperties>
</file>